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F00E0" w:rsidR="003F00E0" w:rsidP="003F00E0" w:rsidRDefault="003F00E0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:rsidRPr="003F00E0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:rsidRPr="003F00E0" w:rsidR="0085747A" w:rsidP="00EA4832" w:rsidRDefault="0071620A" w14:paraId="425D6E08" w14:textId="2C0F6C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Pr="003F00E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2006D">
        <w:rPr>
          <w:rFonts w:ascii="Corbel" w:hAnsi="Corbel"/>
          <w:i/>
          <w:smallCaps/>
          <w:sz w:val="24"/>
          <w:szCs w:val="24"/>
        </w:rPr>
        <w:t>2019-2022</w:t>
      </w:r>
    </w:p>
    <w:p w:rsidRPr="003F00E0" w:rsidR="003F00E0" w:rsidP="003F00E0" w:rsidRDefault="003F00E0" w14:paraId="2A94F79A" w14:textId="70AD98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82006D">
        <w:rPr>
          <w:rFonts w:ascii="Corbel" w:hAnsi="Corbel"/>
          <w:sz w:val="20"/>
          <w:szCs w:val="20"/>
        </w:rPr>
        <w:t>1</w:t>
      </w:r>
      <w:r w:rsidRPr="003F00E0">
        <w:rPr>
          <w:rFonts w:ascii="Corbel" w:hAnsi="Corbel"/>
          <w:sz w:val="20"/>
          <w:szCs w:val="20"/>
        </w:rPr>
        <w:t>/202</w:t>
      </w:r>
      <w:r w:rsidR="0082006D">
        <w:rPr>
          <w:rFonts w:ascii="Corbel" w:hAnsi="Corbel"/>
          <w:sz w:val="20"/>
          <w:szCs w:val="20"/>
        </w:rPr>
        <w:t>2</w:t>
      </w:r>
    </w:p>
    <w:p w:rsidRPr="003F00E0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Pr="003F00E0" w:rsidR="0085747A">
        <w:rPr>
          <w:rFonts w:ascii="Corbel" w:hAnsi="Corbel"/>
          <w:szCs w:val="24"/>
        </w:rPr>
        <w:t xml:space="preserve">Podstawowe </w:t>
      </w:r>
      <w:r w:rsidRPr="003F00E0" w:rsid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3F00E0" w:rsidR="00200FE2" w:rsidTr="00200FE2" w14:paraId="2056BFE5" w14:textId="77777777">
        <w:tc>
          <w:tcPr>
            <w:tcW w:w="2694" w:type="dxa"/>
            <w:vAlign w:val="center"/>
          </w:tcPr>
          <w:p w:rsidRPr="003F00E0" w:rsidR="00200FE2" w:rsidP="003F00E0" w:rsidRDefault="003F00E0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04D0F5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Pr="003F00E0" w:rsidR="00200FE2" w:rsidTr="00200FE2" w14:paraId="6F6B6CEA" w14:textId="77777777">
        <w:tc>
          <w:tcPr>
            <w:tcW w:w="2694" w:type="dxa"/>
            <w:vAlign w:val="center"/>
          </w:tcPr>
          <w:p w:rsidRPr="003F00E0" w:rsidR="00200FE2" w:rsidP="003F00E0" w:rsidRDefault="00200FE2" w14:paraId="1A8BC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Pr="003F00E0" w:rsid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47F045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Pr="003F00E0" w:rsidR="00200FE2" w:rsidTr="00200FE2" w14:paraId="4E2F8C33" w14:textId="77777777">
        <w:tc>
          <w:tcPr>
            <w:tcW w:w="2694" w:type="dxa"/>
            <w:vAlign w:val="center"/>
          </w:tcPr>
          <w:p w:rsidRPr="003F00E0" w:rsidR="00200FE2" w:rsidP="00D34540" w:rsidRDefault="003F00E0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C038D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F00E0" w:rsidR="00200FE2" w:rsidTr="00200FE2" w14:paraId="729EEB71" w14:textId="77777777">
        <w:tc>
          <w:tcPr>
            <w:tcW w:w="2694" w:type="dxa"/>
            <w:vAlign w:val="center"/>
          </w:tcPr>
          <w:p w:rsidRPr="003F00E0" w:rsidR="00200FE2" w:rsidP="00D34540" w:rsidRDefault="00200FE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3F00E0" w:rsidR="00200FE2" w:rsidTr="00200FE2" w14:paraId="048482E6" w14:textId="77777777">
        <w:tc>
          <w:tcPr>
            <w:tcW w:w="2694" w:type="dxa"/>
            <w:vAlign w:val="center"/>
          </w:tcPr>
          <w:p w:rsidRPr="003F00E0" w:rsidR="00200FE2" w:rsidP="00D34540" w:rsidRDefault="00200FE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627485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Pr="003F00E0" w:rsidR="00200FE2" w:rsidTr="00200FE2" w14:paraId="51855271" w14:textId="77777777">
        <w:tc>
          <w:tcPr>
            <w:tcW w:w="2694" w:type="dxa"/>
            <w:vAlign w:val="center"/>
          </w:tcPr>
          <w:p w:rsidRPr="003F00E0" w:rsidR="00200FE2" w:rsidP="00D34540" w:rsidRDefault="00200FE2" w14:paraId="4C8DEF9C" w14:textId="106BE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3F00E0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3F00E0" w:rsidR="00200FE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3F00E0" w:rsidR="00200FE2" w:rsidTr="00200FE2" w14:paraId="3A488BE5" w14:textId="77777777">
        <w:tc>
          <w:tcPr>
            <w:tcW w:w="2694" w:type="dxa"/>
            <w:vAlign w:val="center"/>
          </w:tcPr>
          <w:p w:rsidRPr="003F00E0" w:rsidR="00200FE2" w:rsidP="00D34540" w:rsidRDefault="00200FE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3F00E0" w:rsidR="00200FE2" w:rsidTr="00200FE2" w14:paraId="5C70B2EB" w14:textId="77777777">
        <w:tc>
          <w:tcPr>
            <w:tcW w:w="2694" w:type="dxa"/>
            <w:vAlign w:val="center"/>
          </w:tcPr>
          <w:p w:rsidRPr="003F00E0" w:rsidR="00200FE2" w:rsidP="00D34540" w:rsidRDefault="00200FE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3F00E0" w:rsidR="00200FE2" w:rsidTr="00200FE2" w14:paraId="4BF617D6" w14:textId="77777777">
        <w:tc>
          <w:tcPr>
            <w:tcW w:w="2694" w:type="dxa"/>
            <w:vAlign w:val="center"/>
          </w:tcPr>
          <w:p w:rsidRPr="003F00E0" w:rsidR="00200FE2" w:rsidP="00D34540" w:rsidRDefault="00200FE2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C038D4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Pr="003F00E0" w:rsidR="00200FE2" w:rsidTr="00200FE2" w14:paraId="6C505C59" w14:textId="77777777">
        <w:tc>
          <w:tcPr>
            <w:tcW w:w="2694" w:type="dxa"/>
            <w:vAlign w:val="center"/>
          </w:tcPr>
          <w:p w:rsidRPr="003F00E0" w:rsidR="00200FE2" w:rsidP="00D34540" w:rsidRDefault="00200FE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200FE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Pr="003F00E0" w:rsidR="00200FE2" w:rsidTr="00200FE2" w14:paraId="2786482B" w14:textId="77777777">
        <w:tc>
          <w:tcPr>
            <w:tcW w:w="2694" w:type="dxa"/>
            <w:vAlign w:val="center"/>
          </w:tcPr>
          <w:p w:rsidRPr="003F00E0" w:rsidR="00200FE2" w:rsidP="00D34540" w:rsidRDefault="00200FE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3F00E0" w:rsidR="00200FE2" w:rsidTr="00200FE2" w14:paraId="76E9C03C" w14:textId="77777777">
        <w:tc>
          <w:tcPr>
            <w:tcW w:w="2694" w:type="dxa"/>
            <w:vAlign w:val="center"/>
          </w:tcPr>
          <w:p w:rsidRPr="003F00E0" w:rsidR="00200FE2" w:rsidP="00D34540" w:rsidRDefault="00200FE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7790AB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3F00E0" w:rsidR="00C038D4">
              <w:rPr>
                <w:rStyle w:val="fontstyle01"/>
                <w:rFonts w:ascii="Corbel" w:hAnsi="Corbel"/>
              </w:rPr>
              <w:t xml:space="preserve">r hab. 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3F00E0" w:rsidR="00C038D4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Pr="003F00E0" w:rsidR="00200FE2" w:rsidTr="00200FE2" w14:paraId="77F90B9C" w14:textId="77777777">
        <w:tc>
          <w:tcPr>
            <w:tcW w:w="2694" w:type="dxa"/>
            <w:vAlign w:val="center"/>
          </w:tcPr>
          <w:p w:rsidRPr="003F00E0" w:rsidR="00200FE2" w:rsidP="00D34540" w:rsidRDefault="00200FE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795FB3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3F00E0" w:rsidR="00C038D4">
              <w:rPr>
                <w:rStyle w:val="fontstyle01"/>
                <w:rFonts w:ascii="Corbel" w:hAnsi="Corbel"/>
              </w:rPr>
              <w:t xml:space="preserve">r hab. 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3F00E0" w:rsidR="00C038D4">
              <w:rPr>
                <w:rStyle w:val="fontstyle01"/>
                <w:rFonts w:ascii="Corbel" w:hAnsi="Corbel"/>
              </w:rPr>
              <w:t xml:space="preserve"> prof. UR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F00E0" w:rsidR="00200FE2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:rsidRPr="00CA2C2D" w:rsidR="003F00E0" w:rsidP="003F00E0" w:rsidRDefault="003F00E0" w14:paraId="755156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3F00E0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Pr="003F00E0" w:rsidR="00E22FBC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3F00E0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3F00E0" w:rsidR="00015B8F" w:rsidTr="00C766DF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:rsidRPr="003F00E0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Pr="003F00E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3F00E0" w:rsidR="00015B8F" w:rsidTr="00C766DF" w14:paraId="04FA3D9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015B8F" w:rsidP="009C54AE" w:rsidRDefault="00C038D4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3F00E0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3F00E0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200FE2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3F00E0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3F00E0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3F00E0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Pr="003F00E0" w:rsidR="00E22FBC">
        <w:rPr>
          <w:rFonts w:ascii="Corbel" w:hAnsi="Corbel"/>
          <w:smallCaps w:val="0"/>
          <w:szCs w:val="24"/>
        </w:rPr>
        <w:t>2</w:t>
      </w:r>
      <w:r w:rsidRPr="003F00E0" w:rsidR="00F83B28">
        <w:rPr>
          <w:rFonts w:ascii="Corbel" w:hAnsi="Corbel"/>
          <w:smallCaps w:val="0"/>
          <w:szCs w:val="24"/>
        </w:rPr>
        <w:t>.</w:t>
      </w:r>
      <w:r w:rsidRPr="003F00E0" w:rsidR="00F83B28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3F00E0" w:rsidP="003F00E0" w:rsidRDefault="003F00E0" w14:paraId="4318AFC3" w14:textId="353342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3F00E0" w:rsidP="003F00E0" w:rsidRDefault="003F00E0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3F00E0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3F00E0" w:rsidR="00E22FBC" w:rsidP="00F83B28" w:rsidRDefault="00E22FBC" w14:paraId="703DC6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Pr="003F00E0" w:rsidR="00F83B28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3F00E0" w:rsidR="005B3DBA" w:rsidP="00F83B28" w:rsidRDefault="003F00E0" w14:paraId="543CA6E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3F00E0" w:rsidR="00200FE2">
        <w:rPr>
          <w:rFonts w:ascii="Corbel" w:hAnsi="Corbel"/>
          <w:b w:val="0"/>
          <w:smallCaps w:val="0"/>
          <w:szCs w:val="24"/>
        </w:rPr>
        <w:t>gzamin</w:t>
      </w:r>
    </w:p>
    <w:p w:rsidRPr="003F00E0" w:rsidR="005B3DBA" w:rsidP="00F83B28" w:rsidRDefault="005B3DBA" w14:paraId="3DEEC6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3F00E0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:rsidRPr="003F00E0" w:rsidR="00923D7D" w:rsidP="009C54AE" w:rsidRDefault="00923D7D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00745302" w14:paraId="46315402" w14:textId="77777777">
        <w:tc>
          <w:tcPr>
            <w:tcW w:w="9670" w:type="dxa"/>
          </w:tcPr>
          <w:p w:rsidRPr="003F00E0" w:rsidR="0085747A" w:rsidP="003F00E0" w:rsidRDefault="00200FE2" w14:paraId="5532295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Pr="003F00E0" w:rsidR="008D13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:rsidRPr="003F00E0" w:rsidR="0085747A" w:rsidP="009C54AE" w:rsidRDefault="0071620A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Pr="003F00E0" w:rsidR="0085747A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Pr="003F00E0" w:rsidR="0085747A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Pr="003F00E0" w:rsidR="0085747A">
        <w:rPr>
          <w:rFonts w:ascii="Corbel" w:hAnsi="Corbel"/>
          <w:szCs w:val="24"/>
        </w:rPr>
        <w:t>, treści Programowe i stosowane metody Dydaktyczne</w:t>
      </w:r>
    </w:p>
    <w:p w:rsidRPr="003F00E0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3F00E0"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Pr="003F00E0" w:rsidR="0085747A">
        <w:rPr>
          <w:rFonts w:ascii="Corbel" w:hAnsi="Corbel"/>
          <w:sz w:val="24"/>
          <w:szCs w:val="24"/>
        </w:rPr>
        <w:t>Cele przedmiotu</w:t>
      </w:r>
    </w:p>
    <w:p w:rsidRPr="003F00E0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3F00E0" w:rsidR="0085747A" w:rsidTr="00923D7D" w14:paraId="602307EB" w14:textId="77777777">
        <w:tc>
          <w:tcPr>
            <w:tcW w:w="851" w:type="dxa"/>
            <w:vAlign w:val="center"/>
          </w:tcPr>
          <w:p w:rsidRPr="003F00E0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F00E0" w:rsidR="0085747A" w:rsidP="00200FE2" w:rsidRDefault="00200FE2" w14:paraId="0E8B6D1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Pr="003F00E0" w:rsidR="0085747A" w:rsidTr="00923D7D" w14:paraId="398139C7" w14:textId="77777777">
        <w:tc>
          <w:tcPr>
            <w:tcW w:w="851" w:type="dxa"/>
            <w:vAlign w:val="center"/>
          </w:tcPr>
          <w:p w:rsidRPr="003F00E0" w:rsidR="0085747A" w:rsidP="009C54AE" w:rsidRDefault="005B3DB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F00E0" w:rsidR="0085747A" w:rsidP="00200FE2" w:rsidRDefault="00200FE2" w14:paraId="2BE6CBF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Pr="003F00E0" w:rsidR="0085747A" w:rsidTr="00923D7D" w14:paraId="1061BFB0" w14:textId="77777777">
        <w:tc>
          <w:tcPr>
            <w:tcW w:w="851" w:type="dxa"/>
            <w:vAlign w:val="center"/>
          </w:tcPr>
          <w:p w:rsidRPr="003F00E0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F00E0" w:rsidR="00016A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3F00E0" w:rsidR="0085747A" w:rsidP="009C54AE" w:rsidRDefault="00200FE2" w14:paraId="6DB914E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Pr="003F00E0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3F00E0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Pr="003F00E0" w:rsidR="001D7B54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Pr="003F00E0" w:rsidR="001D7B54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Pr="003F00E0" w:rsidR="001D7B54">
        <w:rPr>
          <w:rFonts w:ascii="Corbel" w:hAnsi="Corbel"/>
          <w:b/>
          <w:sz w:val="24"/>
          <w:szCs w:val="24"/>
        </w:rPr>
        <w:t>dla przedmiotu</w:t>
      </w:r>
    </w:p>
    <w:p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3F00E0" w:rsidR="003F00E0" w:rsidTr="003F00E0" w14:paraId="5971F07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70EE9269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45BBBB2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Pr="003F00E0" w:rsidR="00DF716A" w:rsidTr="008D1373" w14:paraId="121FDB7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6864B47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79569C6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3F00E0" w:rsidR="00DF716A" w:rsidTr="008D1373" w14:paraId="6D45D4B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5F5DFAA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600668D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Pr="003F00E0" w:rsidR="00DF716A" w:rsidTr="008D1373" w14:paraId="2339493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1F3B24E0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4BB8B9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Pr="003F00E0" w:rsidR="00DF716A" w:rsidTr="008D1373" w14:paraId="4E57457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5B3E6C68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31229AF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Pr="003F00E0" w:rsidR="00DF716A" w:rsidTr="008D1373" w14:paraId="606AD68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2703CCE5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0495AD7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Pr="003F00E0" w:rsidR="00DF716A" w:rsidTr="008D1373" w14:paraId="667626C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23D99C66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1A5D6DC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Pr="003F00E0" w:rsidR="00DF716A" w:rsidTr="008D1373" w14:paraId="69E6354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55CE86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61E5CBE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5B2AA15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F00E0" w:rsidR="008C6237" w:rsidP="009C54AE" w:rsidRDefault="008C6237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B2CFE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Pr="003F00E0" w:rsidR="001D7B54">
        <w:rPr>
          <w:rFonts w:ascii="Corbel" w:hAnsi="Corbel"/>
          <w:b/>
          <w:sz w:val="24"/>
          <w:szCs w:val="24"/>
        </w:rPr>
        <w:t xml:space="preserve"> </w:t>
      </w:r>
      <w:r w:rsidRPr="003F00E0" w:rsidR="0085747A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:rsidRPr="003F00E0" w:rsidR="008C6237" w:rsidP="009C54AE" w:rsidRDefault="008C6237" w14:paraId="1299C43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3F00E0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:rsidRPr="003F00E0" w:rsidR="00675843" w:rsidP="009C54AE" w:rsidRDefault="00675843" w14:paraId="4DDBEF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3F00E0" w:rsidR="0085747A" w:rsidTr="00D23E0F" w14:paraId="587EA2A8" w14:textId="77777777">
        <w:trPr>
          <w:jc w:val="center"/>
        </w:trPr>
        <w:tc>
          <w:tcPr>
            <w:tcW w:w="9639" w:type="dxa"/>
          </w:tcPr>
          <w:p w:rsidRPr="003F00E0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F00E0" w:rsidR="007C54E7" w:rsidTr="00D23E0F" w14:paraId="79B0CC8D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74323F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Pr="003F00E0" w:rsidR="00381137" w:rsidTr="00D23E0F" w14:paraId="408DFC41" w14:textId="77777777">
        <w:trPr>
          <w:jc w:val="center"/>
        </w:trPr>
        <w:tc>
          <w:tcPr>
            <w:tcW w:w="9639" w:type="dxa"/>
          </w:tcPr>
          <w:p w:rsidRPr="003F00E0" w:rsidR="00381137" w:rsidP="00381137" w:rsidRDefault="00381137" w14:paraId="2817FB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Pr="003F00E0" w:rsidR="007C54E7" w:rsidTr="00D23E0F" w14:paraId="2111A374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717660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Pr="003F00E0" w:rsidR="003C38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381137" w:rsidTr="00D23E0F" w14:paraId="11108A45" w14:textId="77777777">
        <w:trPr>
          <w:jc w:val="center"/>
        </w:trPr>
        <w:tc>
          <w:tcPr>
            <w:tcW w:w="9639" w:type="dxa"/>
          </w:tcPr>
          <w:p w:rsidRPr="003F00E0" w:rsidR="00381137" w:rsidP="00381137" w:rsidRDefault="00381137" w14:paraId="1EDCF0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Pr="003F00E0" w:rsidR="007C54E7" w:rsidTr="00D23E0F" w14:paraId="2D922677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4E5B96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Pr="003F00E0" w:rsidR="007C54E7" w:rsidTr="00D23E0F" w14:paraId="7C41611F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07A783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Pr="003F00E0" w:rsidR="007C54E7" w:rsidTr="00D23E0F" w14:paraId="2B7F3973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354FA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7C54E7" w:rsidTr="00D23E0F" w14:paraId="7ADE406B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7D68DE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3F00E0" w:rsidR="0085747A" w:rsidP="009C54AE" w:rsidRDefault="0085747A" w14:paraId="3461D77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F00E0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3F00E0" w:rsidR="009F461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:rsidRPr="003F00E0" w:rsidR="0085747A" w:rsidP="009C54AE" w:rsidRDefault="0085747A" w14:paraId="3CF2D8B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00923D7D" w14:paraId="55225495" w14:textId="77777777">
        <w:tc>
          <w:tcPr>
            <w:tcW w:w="9639" w:type="dxa"/>
          </w:tcPr>
          <w:p w:rsidRPr="003F00E0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F00E0" w:rsidR="003C3896" w:rsidTr="00923D7D" w14:paraId="6B19F5F8" w14:textId="77777777">
        <w:tc>
          <w:tcPr>
            <w:tcW w:w="9639" w:type="dxa"/>
          </w:tcPr>
          <w:p w:rsidRPr="003F00E0" w:rsidR="003C3896" w:rsidP="003C3896" w:rsidRDefault="003C3896" w14:paraId="1E0DAE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Pr="003F00E0" w:rsidR="003C3896" w:rsidTr="00923D7D" w14:paraId="7CCBD2CE" w14:textId="77777777">
        <w:tc>
          <w:tcPr>
            <w:tcW w:w="9639" w:type="dxa"/>
          </w:tcPr>
          <w:p w:rsidRPr="003F00E0" w:rsidR="003C3896" w:rsidP="003C3896" w:rsidRDefault="003C3896" w14:paraId="6C2016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Pr="003F00E0" w:rsidR="003C3896" w:rsidTr="00923D7D" w14:paraId="668E5F0E" w14:textId="77777777">
        <w:tc>
          <w:tcPr>
            <w:tcW w:w="9639" w:type="dxa"/>
          </w:tcPr>
          <w:p w:rsidRPr="003F00E0" w:rsidR="003C3896" w:rsidP="003C3896" w:rsidRDefault="003C3896" w14:paraId="2978B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Pr="003F00E0" w:rsidR="003C3896" w:rsidTr="00923D7D" w14:paraId="51FAC71C" w14:textId="77777777">
        <w:tc>
          <w:tcPr>
            <w:tcW w:w="9639" w:type="dxa"/>
          </w:tcPr>
          <w:p w:rsidRPr="003F00E0" w:rsidR="003C3896" w:rsidP="003C3896" w:rsidRDefault="00087317" w14:paraId="02C71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Pr="003F00E0" w:rsidR="003C3896" w:rsidTr="00923D7D" w14:paraId="7D4A095B" w14:textId="77777777">
        <w:tc>
          <w:tcPr>
            <w:tcW w:w="9639" w:type="dxa"/>
          </w:tcPr>
          <w:p w:rsidRPr="003F00E0" w:rsidR="003C3896" w:rsidP="003C3896" w:rsidRDefault="00087317" w14:paraId="5597B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Pr="003F00E0" w:rsidR="003C3896" w:rsidTr="00923D7D" w14:paraId="6E938D60" w14:textId="77777777">
        <w:tc>
          <w:tcPr>
            <w:tcW w:w="9639" w:type="dxa"/>
          </w:tcPr>
          <w:p w:rsidRPr="003F00E0" w:rsidR="003C3896" w:rsidP="003C3896" w:rsidRDefault="00087317" w14:paraId="00BCF6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Pr="003F00E0" w:rsidR="003C3896" w:rsidTr="00923D7D" w14:paraId="7DFFC45F" w14:textId="77777777">
        <w:tc>
          <w:tcPr>
            <w:tcW w:w="9639" w:type="dxa"/>
          </w:tcPr>
          <w:p w:rsidRPr="003F00E0" w:rsidR="003C3896" w:rsidP="003C3896" w:rsidRDefault="003C3896" w14:paraId="635984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Pr="003F00E0" w:rsidR="003C3896" w:rsidTr="00923D7D" w14:paraId="15D3A653" w14:textId="77777777">
        <w:tc>
          <w:tcPr>
            <w:tcW w:w="9639" w:type="dxa"/>
          </w:tcPr>
          <w:p w:rsidRPr="003F00E0" w:rsidR="003C3896" w:rsidP="003C3896" w:rsidRDefault="003C3896" w14:paraId="5048E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Pr="003F00E0" w:rsidR="003C3896" w:rsidTr="00923D7D" w14:paraId="77A27859" w14:textId="77777777">
        <w:tc>
          <w:tcPr>
            <w:tcW w:w="9639" w:type="dxa"/>
          </w:tcPr>
          <w:p w:rsidRPr="003F00E0" w:rsidR="003C3896" w:rsidP="003C3896" w:rsidRDefault="003C3896" w14:paraId="6A6B42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Pr="003F00E0" w:rsidR="003C3896" w:rsidTr="00923D7D" w14:paraId="6756E079" w14:textId="77777777">
        <w:tc>
          <w:tcPr>
            <w:tcW w:w="9639" w:type="dxa"/>
          </w:tcPr>
          <w:p w:rsidRPr="003F00E0" w:rsidR="003C3896" w:rsidP="003C3896" w:rsidRDefault="003C3896" w14:paraId="2368A1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Pr="003F00E0" w:rsidR="003C3896" w:rsidTr="00923D7D" w14:paraId="744916A2" w14:textId="77777777">
        <w:tc>
          <w:tcPr>
            <w:tcW w:w="9639" w:type="dxa"/>
          </w:tcPr>
          <w:p w:rsidRPr="003F00E0" w:rsidR="003C3896" w:rsidP="003C3896" w:rsidRDefault="00087317" w14:paraId="3CD1A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Pr="003F00E0" w:rsidR="003C3896" w:rsidTr="00923D7D" w14:paraId="65B9AC75" w14:textId="77777777">
        <w:tc>
          <w:tcPr>
            <w:tcW w:w="9639" w:type="dxa"/>
          </w:tcPr>
          <w:p w:rsidRPr="003F00E0" w:rsidR="003C3896" w:rsidP="003C3896" w:rsidRDefault="00087317" w14:paraId="5862EC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Pr="003F00E0" w:rsidR="003C3896" w:rsidTr="00923D7D" w14:paraId="2EF5770C" w14:textId="77777777">
        <w:tc>
          <w:tcPr>
            <w:tcW w:w="9639" w:type="dxa"/>
          </w:tcPr>
          <w:p w:rsidRPr="003F00E0" w:rsidR="003C3896" w:rsidP="003C3896" w:rsidRDefault="003C3896" w14:paraId="78EFB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3F00E0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F00E0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:rsidRPr="003F00E0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F716A" w:rsidP="00DF716A" w:rsidRDefault="00381137" w14:paraId="2CF815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Pr="003F00E0" w:rsidR="00D23E0F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:rsidRPr="003F00E0" w:rsidR="0085747A" w:rsidP="00DF716A" w:rsidRDefault="00381137" w14:paraId="1D4171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:rsidRPr="003F00E0" w:rsidR="00A648C2" w:rsidP="009C54AE" w:rsidRDefault="00A648C2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Pr="003F00E0" w:rsidR="0085747A">
        <w:rPr>
          <w:rFonts w:ascii="Corbel" w:hAnsi="Corbel"/>
          <w:smallCaps w:val="0"/>
          <w:szCs w:val="24"/>
        </w:rPr>
        <w:t>METODY I KRYTERIA OCENY</w:t>
      </w:r>
      <w:r w:rsidRPr="003F00E0" w:rsidR="009F4610">
        <w:rPr>
          <w:rFonts w:ascii="Corbel" w:hAnsi="Corbel"/>
          <w:smallCaps w:val="0"/>
          <w:szCs w:val="24"/>
        </w:rPr>
        <w:t xml:space="preserve"> </w:t>
      </w:r>
    </w:p>
    <w:p w:rsidRPr="003F00E0" w:rsidR="00923D7D" w:rsidP="009C54AE" w:rsidRDefault="00923D7D" w14:paraId="62EBF3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3F00E0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:rsidRPr="003F00E0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3F00E0" w:rsidR="0085747A" w:rsidTr="00923D7D" w14:paraId="3CD72C34" w14:textId="77777777">
        <w:tc>
          <w:tcPr>
            <w:tcW w:w="2410" w:type="dxa"/>
            <w:vAlign w:val="center"/>
          </w:tcPr>
          <w:p w:rsidRPr="003F00E0" w:rsidR="0085747A" w:rsidP="00A648C2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3F00E0" w:rsidR="0085747A" w:rsidP="00A648C2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:rsidRPr="003F00E0" w:rsidR="0085747A" w:rsidP="00A648C2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3F00E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3F00E0" w:rsidR="00923D7D" w:rsidP="00A648C2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3F00E0" w:rsidR="0085747A" w:rsidP="00A648C2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3F00E0" w:rsidR="00056311" w:rsidTr="00923D7D" w14:paraId="2195B7E4" w14:textId="77777777">
        <w:tc>
          <w:tcPr>
            <w:tcW w:w="2410" w:type="dxa"/>
          </w:tcPr>
          <w:p w:rsidRPr="003F00E0" w:rsidR="00056311" w:rsidP="00A648C2" w:rsidRDefault="008C6237" w14:paraId="4EEBB9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 w:rsidR="0005631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Pr="003F00E0" w:rsidR="00056311" w:rsidP="00A648C2" w:rsidRDefault="00056311" w14:paraId="3D40A44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Pr="00103640" w:rsidR="00DF716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2F73B9DA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55DD9E7F" w14:textId="77777777">
        <w:tc>
          <w:tcPr>
            <w:tcW w:w="2410" w:type="dxa"/>
          </w:tcPr>
          <w:p w:rsidRPr="003F00E0" w:rsidR="00056311" w:rsidP="00A648C2" w:rsidRDefault="008C6237" w14:paraId="69FEFE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 w:rsidR="0005631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:rsidRPr="003F00E0" w:rsidR="00056311" w:rsidP="00A648C2" w:rsidRDefault="00056311" w14:paraId="79443EC3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5F77404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19DBAE3F" w14:textId="77777777">
        <w:tc>
          <w:tcPr>
            <w:tcW w:w="2410" w:type="dxa"/>
          </w:tcPr>
          <w:p w:rsidRPr="003F00E0" w:rsidR="00056311" w:rsidP="00A648C2" w:rsidRDefault="00056311" w14:paraId="002D7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3F00E0" w:rsidR="00056311" w:rsidP="00A648C2" w:rsidRDefault="00056311" w14:paraId="5CE7F9A1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D54A698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38282CDE" w14:textId="77777777">
        <w:tc>
          <w:tcPr>
            <w:tcW w:w="2410" w:type="dxa"/>
          </w:tcPr>
          <w:p w:rsidRPr="003F00E0" w:rsidR="00056311" w:rsidP="00A648C2" w:rsidRDefault="00056311" w14:paraId="5990E7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Pr="003F00E0" w:rsidR="00056311" w:rsidP="00A648C2" w:rsidRDefault="00056311" w14:paraId="2BDDEF5C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7238A3CE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6E5C3F7F" w14:textId="77777777">
        <w:tc>
          <w:tcPr>
            <w:tcW w:w="2410" w:type="dxa"/>
          </w:tcPr>
          <w:p w:rsidRPr="003F00E0" w:rsidR="00056311" w:rsidP="00A648C2" w:rsidRDefault="00056311" w14:paraId="4A2F10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Pr="003F00E0" w:rsidR="00056311" w:rsidP="00A648C2" w:rsidRDefault="00056311" w14:paraId="4CC4F5A1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8E22598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4BDCAB1A" w14:textId="77777777">
        <w:tc>
          <w:tcPr>
            <w:tcW w:w="2410" w:type="dxa"/>
          </w:tcPr>
          <w:p w:rsidRPr="003F00E0" w:rsidR="00056311" w:rsidP="00A648C2" w:rsidRDefault="00056311" w14:paraId="1E73F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:rsidRPr="003F00E0" w:rsidR="00056311" w:rsidP="00A648C2" w:rsidRDefault="00056311" w14:paraId="4A8E63EA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6029483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5F607ACC" w14:textId="77777777">
        <w:tc>
          <w:tcPr>
            <w:tcW w:w="2410" w:type="dxa"/>
          </w:tcPr>
          <w:p w:rsidRPr="003F00E0" w:rsidR="00056311" w:rsidP="00A648C2" w:rsidRDefault="00056311" w14:paraId="1E02E8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Pr="003F00E0" w:rsidR="00056311" w:rsidP="00A648C2" w:rsidRDefault="00056311" w14:paraId="2E5DB9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:rsidRPr="003F00E0" w:rsidR="00056311" w:rsidP="00A648C2" w:rsidRDefault="00056311" w14:paraId="0ED1A835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</w:tbl>
    <w:p w:rsidRPr="003F00E0" w:rsidR="00923D7D" w:rsidP="009C54AE" w:rsidRDefault="00923D7D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Pr="003F00E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3F00E0" w:rsidR="00923D7D">
        <w:rPr>
          <w:rFonts w:ascii="Corbel" w:hAnsi="Corbel"/>
          <w:smallCaps w:val="0"/>
          <w:szCs w:val="24"/>
        </w:rPr>
        <w:t xml:space="preserve"> </w:t>
      </w:r>
    </w:p>
    <w:p w:rsidRPr="003F00E0" w:rsidR="00923D7D" w:rsidP="009C54AE" w:rsidRDefault="00923D7D" w14:paraId="5997CC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74AFA321" w14:paraId="505755D6" w14:textId="77777777">
        <w:tc>
          <w:tcPr>
            <w:tcW w:w="9670" w:type="dxa"/>
            <w:tcMar/>
          </w:tcPr>
          <w:p w:rsidR="00DF716A" w:rsidP="008C6237" w:rsidRDefault="00DF716A" w14:paraId="1D509D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:rsidRPr="003F00E0" w:rsidR="0085747A" w:rsidP="05C169FA" w:rsidRDefault="007A76DD" w14:paraId="6955CCD6" w14:textId="7E4F2E4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>pracy pisemnej</w:t>
            </w:r>
            <w:r w:rsidRPr="05C169FA" w:rsidR="00056311">
              <w:rPr>
                <w:rFonts w:ascii="Corbel" w:hAnsi="Corbel"/>
                <w:sz w:val="24"/>
                <w:szCs w:val="24"/>
              </w:rPr>
              <w:t>, testowo-opisowej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3F00E0" w:rsidR="0085747A" w:rsidP="05C169FA" w:rsidRDefault="0EF1445D" w14:paraId="28EBB1C2" w14:textId="35BCFE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4AFA321" w:rsidR="0EF1445D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3F00E0" w:rsidR="0085747A" w:rsidP="74AFA321" w:rsidRDefault="0EF1445D" w14:paraId="22E2E19B" w14:textId="67A07F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C6237" w:rsidP="009C54AE" w:rsidRDefault="008C6237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Pr="003F00E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F00E0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3F00E0" w:rsidR="0085747A" w:rsidTr="003E1941" w14:paraId="63D9DE79" w14:textId="77777777">
        <w:tc>
          <w:tcPr>
            <w:tcW w:w="4962" w:type="dxa"/>
            <w:vAlign w:val="center"/>
          </w:tcPr>
          <w:p w:rsidRPr="003F00E0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3F00E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3F00E0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3F00E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F00E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3F00E0" w:rsidR="0085747A" w:rsidTr="00923D7D" w14:paraId="44F2BD93" w14:textId="77777777">
        <w:tc>
          <w:tcPr>
            <w:tcW w:w="4962" w:type="dxa"/>
          </w:tcPr>
          <w:p w:rsidRPr="003F00E0" w:rsidR="0085747A" w:rsidP="008C6237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3F00E0" w:rsidR="0085747A" w:rsidP="008C6237" w:rsidRDefault="00585FB0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3F00E0" w:rsidR="00C61DC5" w:rsidTr="00923D7D" w14:paraId="241AFB94" w14:textId="77777777">
        <w:tc>
          <w:tcPr>
            <w:tcW w:w="4962" w:type="dxa"/>
          </w:tcPr>
          <w:p w:rsidRPr="003F00E0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3F00E0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F00E0" w:rsidR="00C61DC5" w:rsidP="008C6237" w:rsidRDefault="00585FB0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3F00E0" w:rsidR="00C61DC5" w:rsidTr="00923D7D" w14:paraId="71F2F695" w14:textId="77777777">
        <w:tc>
          <w:tcPr>
            <w:tcW w:w="4962" w:type="dxa"/>
          </w:tcPr>
          <w:p w:rsidRPr="003F00E0" w:rsidR="00C61DC5" w:rsidP="00463944" w:rsidRDefault="00C61DC5" w14:paraId="5658C85E" w14:textId="67E88E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3F00E0" w:rsidR="00C61DC5" w:rsidP="008C6237" w:rsidRDefault="00585FB0" w14:paraId="41C0AA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3F00E0" w:rsidR="0085747A" w:rsidTr="00923D7D" w14:paraId="2B55E3E1" w14:textId="77777777">
        <w:tc>
          <w:tcPr>
            <w:tcW w:w="4962" w:type="dxa"/>
          </w:tcPr>
          <w:p w:rsidRPr="003F00E0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3F00E0" w:rsidR="0085747A" w:rsidP="008C6237" w:rsidRDefault="00585FB0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3F00E0" w:rsidR="0085747A" w:rsidTr="00923D7D" w14:paraId="42922784" w14:textId="77777777">
        <w:tc>
          <w:tcPr>
            <w:tcW w:w="4962" w:type="dxa"/>
          </w:tcPr>
          <w:p w:rsidRPr="003F00E0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3F00E0" w:rsidR="0085747A" w:rsidP="008C6237" w:rsidRDefault="00585FB0" w14:paraId="7A036E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3F00E0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3F00E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3F00E0" w:rsidR="008C6237" w:rsidP="009C54AE" w:rsidRDefault="008C6237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Pr="003F00E0" w:rsidR="0085747A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:rsidRPr="003F00E0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3F00E0" w:rsidR="0085747A" w:rsidTr="005506D9" w14:paraId="5454FE01" w14:textId="77777777">
        <w:trPr>
          <w:trHeight w:val="397"/>
        </w:trPr>
        <w:tc>
          <w:tcPr>
            <w:tcW w:w="2359" w:type="pct"/>
          </w:tcPr>
          <w:p w:rsidRPr="003F00E0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3F00E0" w:rsidR="0085747A" w:rsidP="008C6237" w:rsidRDefault="008C6237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3F00E0" w:rsidR="0085747A" w:rsidTr="005506D9" w14:paraId="5BCC8499" w14:textId="77777777">
        <w:trPr>
          <w:trHeight w:val="397"/>
        </w:trPr>
        <w:tc>
          <w:tcPr>
            <w:tcW w:w="2359" w:type="pct"/>
          </w:tcPr>
          <w:p w:rsidRPr="003F00E0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3F00E0" w:rsidR="0085747A" w:rsidP="008C6237" w:rsidRDefault="008C6237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6BB9E2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Pr="003F00E0" w:rsidR="0085747A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:rsidRPr="003F00E0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3F00E0" w:rsidR="0085747A" w:rsidTr="05C169FA" w14:paraId="4D9A4B5E" w14:textId="77777777">
        <w:trPr>
          <w:trHeight w:val="397"/>
        </w:trPr>
        <w:tc>
          <w:tcPr>
            <w:tcW w:w="5000" w:type="pct"/>
          </w:tcPr>
          <w:p w:rsidRPr="003F00E0" w:rsidR="002D0905" w:rsidP="008C6237" w:rsidRDefault="0085747A" w14:paraId="0D317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F00E0" w:rsidR="002D09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F00E0" w:rsidR="00056311" w:rsidP="008C6237" w:rsidRDefault="00627485" w14:paraId="3BCDA21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F00E0" w:rsidR="00056311" w:rsidP="008C6237" w:rsidRDefault="00056311" w14:paraId="68C8649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:rsidRPr="003F00E0" w:rsidR="0085747A" w:rsidP="008C6237" w:rsidRDefault="00627485" w14:paraId="3AF0B2B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85747A" w:rsidTr="05C169FA" w14:paraId="34DD5FC0" w14:textId="77777777">
        <w:trPr>
          <w:trHeight w:val="397"/>
        </w:trPr>
        <w:tc>
          <w:tcPr>
            <w:tcW w:w="5000" w:type="pct"/>
          </w:tcPr>
          <w:p w:rsidRPr="003F00E0" w:rsidR="0085747A" w:rsidP="008C6237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C6237" w:rsidR="00951BF1" w:rsidP="05C169FA" w:rsidRDefault="00627485" w14:paraId="578A85FC" w14:textId="4A114ED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Pr="05C169FA" w:rsidR="008C623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:rsidRPr="008C6237" w:rsidR="00951BF1" w:rsidP="05C169FA" w:rsidRDefault="47EEDC7F" w14:paraId="4EC29BE5" w14:textId="1310B45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:rsidRPr="003F00E0" w:rsidR="0085747A" w:rsidP="009C54AE" w:rsidRDefault="0085747A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85747A" w14:paraId="5043CB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3F00E0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3EEF" w:rsidP="00C16ABF" w:rsidRDefault="00393EEF" w14:paraId="4D946F68" w14:textId="77777777">
      <w:pPr>
        <w:spacing w:after="0" w:line="240" w:lineRule="auto"/>
      </w:pPr>
      <w:r>
        <w:separator/>
      </w:r>
    </w:p>
  </w:endnote>
  <w:endnote w:type="continuationSeparator" w:id="0">
    <w:p w:rsidR="00393EEF" w:rsidP="00C16ABF" w:rsidRDefault="00393EEF" w14:paraId="7B96D4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3EEF" w:rsidP="00C16ABF" w:rsidRDefault="00393EEF" w14:paraId="04C8A8D2" w14:textId="77777777">
      <w:pPr>
        <w:spacing w:after="0" w:line="240" w:lineRule="auto"/>
      </w:pPr>
      <w:r>
        <w:separator/>
      </w:r>
    </w:p>
  </w:footnote>
  <w:footnote w:type="continuationSeparator" w:id="0">
    <w:p w:rsidR="00393EEF" w:rsidP="00C16ABF" w:rsidRDefault="00393EEF" w14:paraId="4473EBA9" w14:textId="77777777">
      <w:pPr>
        <w:spacing w:after="0" w:line="240" w:lineRule="auto"/>
      </w:pPr>
      <w:r>
        <w:continuationSeparator/>
      </w:r>
    </w:p>
  </w:footnote>
  <w:footnote w:id="1">
    <w:p w:rsidR="003F00E0" w:rsidP="003F00E0" w:rsidRDefault="003F00E0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93EEF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2006D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  <w:rsid w:val="74AFA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ontstyle01" w:customStyle="1">
    <w:name w:val="fontstyle01"/>
    <w:rsid w:val="00C038D4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highlight" w:customStyle="1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C69D6-B84D-40D7-AD6D-63872BF3AE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Surmacz Tomasz</lastModifiedBy>
  <revision>17</revision>
  <lastPrinted>2017-02-15T21:41:00.0000000Z</lastPrinted>
  <dcterms:created xsi:type="dcterms:W3CDTF">2020-12-04T17:07:00.0000000Z</dcterms:created>
  <dcterms:modified xsi:type="dcterms:W3CDTF">2020-12-14T17:52:00.0485948Z</dcterms:modified>
</coreProperties>
</file>